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399A0" w14:textId="2C86AD0B" w:rsidR="00A8748D" w:rsidRDefault="00A8748D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様式</w:t>
      </w:r>
      <w:r w:rsidR="000E2467">
        <w:rPr>
          <w:rFonts w:ascii="ＭＳ 明朝" w:hAnsi="ＭＳ 明朝" w:hint="eastAsia"/>
          <w:sz w:val="24"/>
        </w:rPr>
        <w:t>第</w:t>
      </w:r>
      <w:r w:rsidR="00276F60">
        <w:rPr>
          <w:rFonts w:ascii="ＭＳ 明朝" w:hAnsi="ＭＳ 明朝" w:hint="eastAsia"/>
          <w:sz w:val="24"/>
        </w:rPr>
        <w:t>6</w:t>
      </w:r>
      <w:r w:rsidR="008D4DB1">
        <w:rPr>
          <w:rFonts w:ascii="ＭＳ 明朝" w:hAnsi="ＭＳ 明朝" w:hint="eastAsia"/>
          <w:sz w:val="24"/>
        </w:rPr>
        <w:t>-</w:t>
      </w:r>
      <w:r>
        <w:rPr>
          <w:rFonts w:ascii="ＭＳ 明朝" w:hAnsi="ＭＳ 明朝" w:hint="eastAsia"/>
          <w:sz w:val="24"/>
        </w:rPr>
        <w:t>1</w:t>
      </w:r>
      <w:r w:rsidR="000E2467">
        <w:rPr>
          <w:rFonts w:ascii="ＭＳ 明朝" w:hAnsi="ＭＳ 明朝" w:hint="eastAsia"/>
          <w:sz w:val="24"/>
        </w:rPr>
        <w:t>号</w:t>
      </w:r>
    </w:p>
    <w:tbl>
      <w:tblPr>
        <w:tblStyle w:val="a3"/>
        <w:tblW w:w="0" w:type="auto"/>
        <w:tblInd w:w="6912" w:type="dxa"/>
        <w:tblLook w:val="04A0" w:firstRow="1" w:lastRow="0" w:firstColumn="1" w:lastColumn="0" w:noHBand="0" w:noVBand="1"/>
      </w:tblPr>
      <w:tblGrid>
        <w:gridCol w:w="1189"/>
        <w:gridCol w:w="1249"/>
      </w:tblGrid>
      <w:tr w:rsidR="00A8748D" w14:paraId="08F72684" w14:textId="77777777" w:rsidTr="00A8748D">
        <w:trPr>
          <w:trHeight w:val="478"/>
        </w:trPr>
        <w:tc>
          <w:tcPr>
            <w:tcW w:w="1276" w:type="dxa"/>
          </w:tcPr>
          <w:p w14:paraId="0CC33092" w14:textId="1DE79802" w:rsidR="00A8748D" w:rsidRDefault="00A8748D" w:rsidP="00A8748D">
            <w:pPr>
              <w:spacing w:line="276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受付番号</w:t>
            </w:r>
          </w:p>
        </w:tc>
        <w:tc>
          <w:tcPr>
            <w:tcW w:w="1370" w:type="dxa"/>
          </w:tcPr>
          <w:p w14:paraId="372B08A3" w14:textId="77777777" w:rsidR="00A8748D" w:rsidRDefault="00A8748D" w:rsidP="00A8748D">
            <w:pPr>
              <w:spacing w:line="276" w:lineRule="auto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212CD1D8" w14:textId="77777777" w:rsidR="00A8748D" w:rsidRDefault="00A8748D" w:rsidP="00A8748D">
      <w:pPr>
        <w:spacing w:line="276" w:lineRule="auto"/>
        <w:jc w:val="left"/>
        <w:rPr>
          <w:rFonts w:ascii="ＭＳ 明朝" w:hAnsi="ＭＳ 明朝"/>
          <w:sz w:val="24"/>
        </w:rPr>
      </w:pPr>
    </w:p>
    <w:p w14:paraId="547B9F30" w14:textId="343139CF" w:rsidR="00A8748D" w:rsidRDefault="00A8748D" w:rsidP="00A8748D">
      <w:pPr>
        <w:spacing w:line="276" w:lineRule="auto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管理技術者の経歴等</w:t>
      </w:r>
    </w:p>
    <w:p w14:paraId="27F82E7F" w14:textId="77777777" w:rsidR="00A8748D" w:rsidRDefault="00A8748D" w:rsidP="00A8748D">
      <w:pPr>
        <w:spacing w:line="276" w:lineRule="auto"/>
        <w:jc w:val="left"/>
        <w:rPr>
          <w:rFonts w:ascii="ＭＳ 明朝" w:hAnsi="ＭＳ 明朝"/>
          <w:sz w:val="24"/>
        </w:rPr>
      </w:pPr>
    </w:p>
    <w:p w14:paraId="099136AC" w14:textId="25D897EC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氏名</w:t>
      </w:r>
    </w:p>
    <w:p w14:paraId="3A9F4611" w14:textId="1FADDBAF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所属</w:t>
      </w:r>
    </w:p>
    <w:p w14:paraId="09307B31" w14:textId="436FFCAF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役職</w:t>
      </w:r>
    </w:p>
    <w:p w14:paraId="4635E7A4" w14:textId="238BB22F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在職年数</w:t>
      </w:r>
    </w:p>
    <w:p w14:paraId="130871BF" w14:textId="3A59D6A1" w:rsidR="00A8748D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A8748D">
        <w:rPr>
          <w:rFonts w:ascii="ＭＳ 明朝" w:hAnsi="ＭＳ 明朝" w:hint="eastAsia"/>
          <w:sz w:val="24"/>
        </w:rPr>
        <w:t>保有資格</w:t>
      </w:r>
    </w:p>
    <w:p w14:paraId="4CE2A5E4" w14:textId="37EAF1E9" w:rsidR="00461BA3" w:rsidRDefault="005E563C" w:rsidP="00E93339">
      <w:pPr>
        <w:spacing w:line="276" w:lineRule="auto"/>
        <w:ind w:firstLineChars="100" w:firstLine="2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ＣＣＭＪ</w:t>
      </w:r>
      <w:r w:rsidR="00461BA3">
        <w:rPr>
          <w:rFonts w:ascii="ＭＳ 明朝" w:hAnsi="ＭＳ 明朝" w:hint="eastAsia"/>
          <w:sz w:val="24"/>
        </w:rPr>
        <w:t xml:space="preserve">（登録番号　　　　</w:t>
      </w:r>
      <w:r w:rsidR="00E93339">
        <w:rPr>
          <w:rFonts w:ascii="ＭＳ 明朝" w:hAnsi="ＭＳ 明朝" w:hint="eastAsia"/>
          <w:sz w:val="24"/>
        </w:rPr>
        <w:t xml:space="preserve">　</w:t>
      </w:r>
      <w:r w:rsidR="00461BA3">
        <w:rPr>
          <w:rFonts w:ascii="ＭＳ 明朝" w:hAnsi="ＭＳ 明朝" w:hint="eastAsia"/>
          <w:sz w:val="24"/>
        </w:rPr>
        <w:t>）</w:t>
      </w:r>
    </w:p>
    <w:p w14:paraId="3E3273CF" w14:textId="52A53203" w:rsidR="00E93339" w:rsidRDefault="00A8748D" w:rsidP="00E93339">
      <w:pPr>
        <w:spacing w:line="276" w:lineRule="auto"/>
        <w:ind w:firstLineChars="100" w:firstLine="240"/>
        <w:jc w:val="left"/>
        <w:rPr>
          <w:rFonts w:ascii="ＭＳ 明朝" w:hAnsi="ＭＳ 明朝"/>
          <w:sz w:val="24"/>
        </w:rPr>
      </w:pPr>
      <w:r w:rsidRPr="00DB75C3">
        <w:rPr>
          <w:rFonts w:ascii="ＭＳ 明朝" w:hAnsi="ＭＳ 明朝" w:hint="eastAsia"/>
          <w:sz w:val="24"/>
        </w:rPr>
        <w:t>一級建築士</w:t>
      </w:r>
      <w:r w:rsidR="00461BA3">
        <w:rPr>
          <w:rFonts w:ascii="ＭＳ 明朝" w:hAnsi="ＭＳ 明朝" w:hint="eastAsia"/>
          <w:sz w:val="24"/>
        </w:rPr>
        <w:t xml:space="preserve">（登録番号　</w:t>
      </w:r>
      <w:r w:rsidR="00E93339">
        <w:rPr>
          <w:rFonts w:ascii="ＭＳ 明朝" w:hAnsi="ＭＳ 明朝" w:hint="eastAsia"/>
          <w:sz w:val="24"/>
        </w:rPr>
        <w:t xml:space="preserve">　</w:t>
      </w:r>
      <w:r w:rsidR="00461BA3">
        <w:rPr>
          <w:rFonts w:ascii="ＭＳ 明朝" w:hAnsi="ＭＳ 明朝" w:hint="eastAsia"/>
          <w:sz w:val="24"/>
        </w:rPr>
        <w:t xml:space="preserve">　　　）</w:t>
      </w:r>
    </w:p>
    <w:p w14:paraId="13E27E53" w14:textId="545A9B8C" w:rsidR="00E93339" w:rsidRDefault="00E93339" w:rsidP="00A8748D">
      <w:pPr>
        <w:spacing w:line="276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</w:t>
      </w:r>
      <w:r w:rsidR="008D4DB1" w:rsidRPr="00666569">
        <w:rPr>
          <w:rFonts w:ascii="ＭＳ 明朝" w:hAnsi="ＭＳ 明朝" w:hint="eastAsia"/>
          <w:sz w:val="24"/>
        </w:rPr>
        <w:t>ＣＭ業務実績</w:t>
      </w:r>
    </w:p>
    <w:tbl>
      <w:tblPr>
        <w:tblStyle w:val="a3"/>
        <w:tblW w:w="9526" w:type="dxa"/>
        <w:tblLook w:val="04A0" w:firstRow="1" w:lastRow="0" w:firstColumn="1" w:lastColumn="0" w:noHBand="0" w:noVBand="1"/>
      </w:tblPr>
      <w:tblGrid>
        <w:gridCol w:w="534"/>
        <w:gridCol w:w="1008"/>
        <w:gridCol w:w="834"/>
        <w:gridCol w:w="993"/>
        <w:gridCol w:w="2409"/>
        <w:gridCol w:w="724"/>
        <w:gridCol w:w="1134"/>
        <w:gridCol w:w="948"/>
        <w:gridCol w:w="942"/>
      </w:tblGrid>
      <w:tr w:rsidR="00DA1F59" w14:paraId="63281C6A" w14:textId="77777777" w:rsidTr="00DA1F59">
        <w:tc>
          <w:tcPr>
            <w:tcW w:w="534" w:type="dxa"/>
          </w:tcPr>
          <w:p w14:paraId="19F2387A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008" w:type="dxa"/>
          </w:tcPr>
          <w:p w14:paraId="3A6F6164" w14:textId="3327D3B9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参加</w:t>
            </w:r>
          </w:p>
          <w:p w14:paraId="6326C56F" w14:textId="40F9639D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立場</w:t>
            </w:r>
          </w:p>
        </w:tc>
        <w:tc>
          <w:tcPr>
            <w:tcW w:w="834" w:type="dxa"/>
          </w:tcPr>
          <w:p w14:paraId="134DA8D3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担当</w:t>
            </w:r>
          </w:p>
          <w:p w14:paraId="5EAB8414" w14:textId="4CCDEEC4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分野</w:t>
            </w:r>
          </w:p>
        </w:tc>
        <w:tc>
          <w:tcPr>
            <w:tcW w:w="993" w:type="dxa"/>
          </w:tcPr>
          <w:p w14:paraId="61712AE8" w14:textId="2B07A0AB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発注者</w:t>
            </w:r>
          </w:p>
        </w:tc>
        <w:tc>
          <w:tcPr>
            <w:tcW w:w="2409" w:type="dxa"/>
          </w:tcPr>
          <w:p w14:paraId="4D880296" w14:textId="00C3EC3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業務名</w:t>
            </w:r>
          </w:p>
        </w:tc>
        <w:tc>
          <w:tcPr>
            <w:tcW w:w="724" w:type="dxa"/>
          </w:tcPr>
          <w:p w14:paraId="75D81B71" w14:textId="20EB19E8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用途</w:t>
            </w:r>
          </w:p>
        </w:tc>
        <w:tc>
          <w:tcPr>
            <w:tcW w:w="1134" w:type="dxa"/>
          </w:tcPr>
          <w:p w14:paraId="7E9670A7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延べ</w:t>
            </w:r>
          </w:p>
          <w:p w14:paraId="7EA1ADEA" w14:textId="22284972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面積</w:t>
            </w:r>
          </w:p>
        </w:tc>
        <w:tc>
          <w:tcPr>
            <w:tcW w:w="948" w:type="dxa"/>
          </w:tcPr>
          <w:p w14:paraId="1B99F18E" w14:textId="3FE2673F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階数</w:t>
            </w:r>
          </w:p>
        </w:tc>
        <w:tc>
          <w:tcPr>
            <w:tcW w:w="942" w:type="dxa"/>
          </w:tcPr>
          <w:p w14:paraId="73B6496C" w14:textId="77777777" w:rsidR="00DA1F59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業務</w:t>
            </w:r>
          </w:p>
          <w:p w14:paraId="7BD49EB0" w14:textId="3961B054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期間</w:t>
            </w:r>
          </w:p>
        </w:tc>
      </w:tr>
      <w:tr w:rsidR="00DA1F59" w14:paraId="6B4C1B7A" w14:textId="77777777" w:rsidTr="00DA1F59">
        <w:trPr>
          <w:trHeight w:val="844"/>
        </w:trPr>
        <w:tc>
          <w:tcPr>
            <w:tcW w:w="534" w:type="dxa"/>
          </w:tcPr>
          <w:p w14:paraId="090C4C98" w14:textId="1EE21E5F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例</w:t>
            </w:r>
          </w:p>
        </w:tc>
        <w:tc>
          <w:tcPr>
            <w:tcW w:w="1008" w:type="dxa"/>
          </w:tcPr>
          <w:p w14:paraId="14D70127" w14:textId="517C750B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管理技術者</w:t>
            </w:r>
          </w:p>
        </w:tc>
        <w:tc>
          <w:tcPr>
            <w:tcW w:w="834" w:type="dxa"/>
          </w:tcPr>
          <w:p w14:paraId="3F7444F3" w14:textId="0F05D7A0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CM</w:t>
            </w:r>
          </w:p>
        </w:tc>
        <w:tc>
          <w:tcPr>
            <w:tcW w:w="993" w:type="dxa"/>
          </w:tcPr>
          <w:p w14:paraId="1753E533" w14:textId="49CE4F86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〇〇市</w:t>
            </w:r>
          </w:p>
        </w:tc>
        <w:tc>
          <w:tcPr>
            <w:tcW w:w="2409" w:type="dxa"/>
          </w:tcPr>
          <w:p w14:paraId="088C9991" w14:textId="1F38ABD6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〇〇市庁舎建設事業管理支援業務委託</w:t>
            </w:r>
          </w:p>
        </w:tc>
        <w:tc>
          <w:tcPr>
            <w:tcW w:w="724" w:type="dxa"/>
          </w:tcPr>
          <w:p w14:paraId="14EC0075" w14:textId="35D40749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庁舎</w:t>
            </w:r>
          </w:p>
        </w:tc>
        <w:tc>
          <w:tcPr>
            <w:tcW w:w="1134" w:type="dxa"/>
          </w:tcPr>
          <w:p w14:paraId="3CDA457F" w14:textId="04BB55BD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8,000㎡</w:t>
            </w:r>
          </w:p>
        </w:tc>
        <w:tc>
          <w:tcPr>
            <w:tcW w:w="948" w:type="dxa"/>
          </w:tcPr>
          <w:p w14:paraId="1CA8ED6F" w14:textId="197150F0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５F／B1F</w:t>
            </w:r>
          </w:p>
        </w:tc>
        <w:tc>
          <w:tcPr>
            <w:tcW w:w="942" w:type="dxa"/>
          </w:tcPr>
          <w:p w14:paraId="65145FC4" w14:textId="3623A7E5" w:rsidR="00DA1F59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R2.</w:t>
            </w:r>
            <w:r w:rsidR="00DA1F59">
              <w:rPr>
                <w:rFonts w:ascii="ＭＳ 明朝" w:hAnsi="ＭＳ 明朝" w:hint="eastAsia"/>
                <w:sz w:val="24"/>
              </w:rPr>
              <w:t>5</w:t>
            </w:r>
            <w:r>
              <w:rPr>
                <w:rFonts w:ascii="ＭＳ 明朝" w:hAnsi="ＭＳ 明朝" w:hint="eastAsia"/>
                <w:sz w:val="24"/>
              </w:rPr>
              <w:t>～</w:t>
            </w:r>
          </w:p>
          <w:p w14:paraId="17A97C11" w14:textId="5E9BF870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R</w:t>
            </w:r>
            <w:r w:rsidR="00DA1F59">
              <w:rPr>
                <w:rFonts w:ascii="ＭＳ 明朝" w:hAnsi="ＭＳ 明朝" w:hint="eastAsia"/>
                <w:sz w:val="24"/>
              </w:rPr>
              <w:t>4</w:t>
            </w:r>
            <w:r>
              <w:rPr>
                <w:rFonts w:ascii="ＭＳ 明朝" w:hAnsi="ＭＳ 明朝" w:hint="eastAsia"/>
                <w:sz w:val="24"/>
              </w:rPr>
              <w:t>.</w:t>
            </w:r>
            <w:r w:rsidR="00DA1F59">
              <w:rPr>
                <w:rFonts w:ascii="ＭＳ 明朝" w:hAnsi="ＭＳ 明朝" w:hint="eastAsia"/>
                <w:sz w:val="24"/>
              </w:rPr>
              <w:t>12</w:t>
            </w:r>
          </w:p>
        </w:tc>
      </w:tr>
      <w:tr w:rsidR="00DA1F59" w14:paraId="3876CEFF" w14:textId="77777777" w:rsidTr="00666569">
        <w:trPr>
          <w:trHeight w:val="1077"/>
        </w:trPr>
        <w:tc>
          <w:tcPr>
            <w:tcW w:w="534" w:type="dxa"/>
          </w:tcPr>
          <w:p w14:paraId="6DAB6B5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008" w:type="dxa"/>
          </w:tcPr>
          <w:p w14:paraId="6440CE4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2535669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0CAC58B7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4AD41303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44EA2C36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66AEF074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604B6E00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48C7EA5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28CA22F2" w14:textId="77777777" w:rsidTr="00666569">
        <w:trPr>
          <w:trHeight w:val="1077"/>
        </w:trPr>
        <w:tc>
          <w:tcPr>
            <w:tcW w:w="534" w:type="dxa"/>
          </w:tcPr>
          <w:p w14:paraId="04E1DAA4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008" w:type="dxa"/>
          </w:tcPr>
          <w:p w14:paraId="678D7515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38D1869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592602A9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2240EE21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2FFC2E92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789374E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4BF9726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3BA7A0A1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7A4D2C1B" w14:textId="77777777" w:rsidTr="00666569">
        <w:trPr>
          <w:trHeight w:val="1077"/>
        </w:trPr>
        <w:tc>
          <w:tcPr>
            <w:tcW w:w="534" w:type="dxa"/>
          </w:tcPr>
          <w:p w14:paraId="40EFE4FA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008" w:type="dxa"/>
          </w:tcPr>
          <w:p w14:paraId="4E302A94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28DE4EDA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7383C7E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2199BAE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21A4B1E6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464986F1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0DCAA2D8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31D60366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200F6410" w14:textId="77777777" w:rsidTr="00666569">
        <w:trPr>
          <w:trHeight w:val="1077"/>
        </w:trPr>
        <w:tc>
          <w:tcPr>
            <w:tcW w:w="534" w:type="dxa"/>
          </w:tcPr>
          <w:p w14:paraId="20BEDBBF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008" w:type="dxa"/>
          </w:tcPr>
          <w:p w14:paraId="61C7017E" w14:textId="37E32994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2FAC32A9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2A912773" w14:textId="6A85F245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1DA3371A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1985AF7F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38AA66D1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7C3724EE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6A90C9D3" w14:textId="77777777" w:rsidR="00504E53" w:rsidRDefault="00504E53" w:rsidP="00A8748D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A1F59" w14:paraId="2D291967" w14:textId="77777777" w:rsidTr="00666569">
        <w:trPr>
          <w:trHeight w:val="1077"/>
        </w:trPr>
        <w:tc>
          <w:tcPr>
            <w:tcW w:w="534" w:type="dxa"/>
          </w:tcPr>
          <w:p w14:paraId="2096DA73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008" w:type="dxa"/>
          </w:tcPr>
          <w:p w14:paraId="5647279F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834" w:type="dxa"/>
          </w:tcPr>
          <w:p w14:paraId="02C7E14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93" w:type="dxa"/>
          </w:tcPr>
          <w:p w14:paraId="491ACE9D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409" w:type="dxa"/>
          </w:tcPr>
          <w:p w14:paraId="24754B1C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724" w:type="dxa"/>
          </w:tcPr>
          <w:p w14:paraId="42CF3522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</w:tcPr>
          <w:p w14:paraId="22362987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8" w:type="dxa"/>
          </w:tcPr>
          <w:p w14:paraId="12E3E129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942" w:type="dxa"/>
          </w:tcPr>
          <w:p w14:paraId="4B418F73" w14:textId="77777777" w:rsidR="00DA1F59" w:rsidRDefault="00DA1F59" w:rsidP="00A81CC1">
            <w:pPr>
              <w:spacing w:line="276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14:paraId="2D28A246" w14:textId="330E1EC1" w:rsidR="00BE3AC0" w:rsidRPr="00A8748D" w:rsidRDefault="00276F60" w:rsidP="00666569">
      <w:pPr>
        <w:spacing w:line="276" w:lineRule="auto"/>
        <w:ind w:left="200" w:hangingChars="100" w:hanging="200"/>
        <w:jc w:val="left"/>
      </w:pPr>
      <w:r w:rsidRPr="00666569">
        <w:rPr>
          <w:rFonts w:ascii="ＭＳ 明朝" w:hAnsi="ＭＳ 明朝" w:hint="eastAsia"/>
          <w:sz w:val="20"/>
          <w:szCs w:val="20"/>
        </w:rPr>
        <w:t>※資格証または合格証明書の写し、契約書の写し、</w:t>
      </w:r>
      <w:r w:rsidRPr="00666569">
        <w:rPr>
          <w:rFonts w:ascii="ＭＳ 明朝" w:hAnsi="ＭＳ 明朝"/>
          <w:sz w:val="20"/>
          <w:szCs w:val="20"/>
        </w:rPr>
        <w:t>TECRIS、 PUBDISの写し等で、施設延床面積、施設の種類を特定できるものなど、要件に該当することが正確に確認できる資料を添付すること</w:t>
      </w:r>
    </w:p>
    <w:sectPr w:rsidR="00BE3AC0" w:rsidRPr="00A8748D" w:rsidSect="00F56A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00207" w14:textId="77777777" w:rsidR="00C90BFA" w:rsidRDefault="00C90BFA" w:rsidP="00C90BFA">
      <w:r>
        <w:separator/>
      </w:r>
    </w:p>
  </w:endnote>
  <w:endnote w:type="continuationSeparator" w:id="0">
    <w:p w14:paraId="3D784022" w14:textId="77777777" w:rsidR="00C90BFA" w:rsidRDefault="00C90BFA" w:rsidP="00C9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22E0D" w14:textId="77777777" w:rsidR="00C90BFA" w:rsidRDefault="00C90BFA" w:rsidP="00C90BFA">
      <w:r>
        <w:separator/>
      </w:r>
    </w:p>
  </w:footnote>
  <w:footnote w:type="continuationSeparator" w:id="0">
    <w:p w14:paraId="370F9EFD" w14:textId="77777777" w:rsidR="00C90BFA" w:rsidRDefault="00C90BFA" w:rsidP="00C90B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bordersDoNotSurroundHeader/>
  <w:bordersDoNotSurroundFooter/>
  <w:proofState w:spelling="clean" w:grammar="clean"/>
  <w:attachedTemplate r:id="rId1"/>
  <w:revisionView w:markup="0"/>
  <w:defaultTabStop w:val="72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48D"/>
    <w:rsid w:val="000E2467"/>
    <w:rsid w:val="000F398F"/>
    <w:rsid w:val="00102AB2"/>
    <w:rsid w:val="001110CF"/>
    <w:rsid w:val="00276F60"/>
    <w:rsid w:val="00461BA3"/>
    <w:rsid w:val="004B6929"/>
    <w:rsid w:val="004C039D"/>
    <w:rsid w:val="00504E53"/>
    <w:rsid w:val="0051509C"/>
    <w:rsid w:val="00557C63"/>
    <w:rsid w:val="005E563C"/>
    <w:rsid w:val="0063789D"/>
    <w:rsid w:val="00666569"/>
    <w:rsid w:val="008D4DB1"/>
    <w:rsid w:val="0092381E"/>
    <w:rsid w:val="009C16F9"/>
    <w:rsid w:val="00A56D29"/>
    <w:rsid w:val="00A8748D"/>
    <w:rsid w:val="00BD2416"/>
    <w:rsid w:val="00BE3AC0"/>
    <w:rsid w:val="00C90BFA"/>
    <w:rsid w:val="00D547D7"/>
    <w:rsid w:val="00DA1F59"/>
    <w:rsid w:val="00E263AA"/>
    <w:rsid w:val="00E64F56"/>
    <w:rsid w:val="00E93339"/>
    <w:rsid w:val="00F5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7A9DBA3"/>
  <w15:docId w15:val="{AB6A6E07-1964-42E2-A365-F1A9F2863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48D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90B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0BFA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6">
    <w:name w:val="footer"/>
    <w:basedOn w:val="a"/>
    <w:link w:val="a7"/>
    <w:uiPriority w:val="99"/>
    <w:unhideWhenUsed/>
    <w:rsid w:val="00C90B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0BFA"/>
    <w:rPr>
      <w:rFonts w:ascii="Century" w:eastAsia="ＭＳ 明朝" w:hAnsi="Century" w:cs="Times New Roman"/>
      <w:kern w:val="2"/>
      <w:sz w:val="21"/>
      <w:szCs w:val="24"/>
      <w:lang w:eastAsia="ja-JP"/>
    </w:rPr>
  </w:style>
  <w:style w:type="character" w:styleId="a8">
    <w:name w:val="annotation reference"/>
    <w:basedOn w:val="a0"/>
    <w:uiPriority w:val="99"/>
    <w:semiHidden/>
    <w:unhideWhenUsed/>
    <w:rsid w:val="005E563C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5E563C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5E563C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E563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5E563C"/>
    <w:rPr>
      <w:rFonts w:ascii="Century" w:eastAsia="ＭＳ 明朝" w:hAnsi="Century" w:cs="Times New Roman"/>
      <w:b/>
      <w:bCs/>
      <w:kern w:val="2"/>
      <w:sz w:val="21"/>
      <w:szCs w:val="24"/>
      <w:lang w:eastAsia="ja-JP"/>
    </w:rPr>
  </w:style>
  <w:style w:type="paragraph" w:styleId="ad">
    <w:name w:val="Revision"/>
    <w:hidden/>
    <w:uiPriority w:val="99"/>
    <w:semiHidden/>
    <w:rsid w:val="00276F60"/>
    <w:pPr>
      <w:spacing w:after="0" w:line="240" w:lineRule="auto"/>
    </w:pPr>
    <w:rPr>
      <w:rFonts w:ascii="Century" w:eastAsia="ＭＳ 明朝" w:hAnsi="Century" w:cs="Times New Roman"/>
      <w:kern w:val="2"/>
      <w:sz w:val="21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1\En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EnNormal.dotm</Template>
  <TotalTime>4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国分寺市</dc:creator>
  <cp:keywords/>
  <dc:description/>
  <cp:lastModifiedBy>国分寺市</cp:lastModifiedBy>
  <cp:revision>5</cp:revision>
  <dcterms:created xsi:type="dcterms:W3CDTF">2025-04-09T09:24:00Z</dcterms:created>
  <dcterms:modified xsi:type="dcterms:W3CDTF">2025-04-15T04:39:00Z</dcterms:modified>
</cp:coreProperties>
</file>